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D1A" w:rsidRDefault="00061D1A" w:rsidP="002C566E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>РЕЦЕНЗІЯ</w:t>
      </w:r>
    </w:p>
    <w:p w:rsidR="00061D1A" w:rsidRPr="007D7E14" w:rsidRDefault="00061D1A" w:rsidP="007D7E14">
      <w:pPr>
        <w:pStyle w:val="Default"/>
        <w:jc w:val="center"/>
        <w:rPr>
          <w:sz w:val="28"/>
          <w:szCs w:val="28"/>
        </w:rPr>
      </w:pPr>
      <w:r w:rsidRPr="007D7E14">
        <w:rPr>
          <w:sz w:val="28"/>
          <w:szCs w:val="28"/>
        </w:rPr>
        <w:t>на наукову роботу  «Історія України», представлену на Конкурс</w:t>
      </w:r>
    </w:p>
    <w:p w:rsidR="00061D1A" w:rsidRPr="007773CC" w:rsidRDefault="00061D1A" w:rsidP="007D7E14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вг</w:t>
      </w:r>
      <w:r w:rsidRPr="007773CC">
        <w:rPr>
          <w:rFonts w:ascii="Times New Roman" w:hAnsi="Times New Roman" w:cs="Times New Roman"/>
          <w:b w:val="0"/>
          <w:bCs w:val="0"/>
        </w:rPr>
        <w:t>алуз</w:t>
      </w:r>
      <w:r>
        <w:rPr>
          <w:rFonts w:ascii="Times New Roman" w:hAnsi="Times New Roman" w:cs="Times New Roman"/>
          <w:b w:val="0"/>
          <w:bCs w:val="0"/>
        </w:rPr>
        <w:t>і</w:t>
      </w:r>
      <w:r w:rsidRPr="007773CC">
        <w:rPr>
          <w:rFonts w:ascii="Times New Roman" w:hAnsi="Times New Roman" w:cs="Times New Roman"/>
          <w:b w:val="0"/>
          <w:bCs w:val="0"/>
        </w:rPr>
        <w:t xml:space="preserve"> знань «Гуманітарні науки»</w:t>
      </w:r>
      <w:r>
        <w:rPr>
          <w:rFonts w:ascii="Times New Roman" w:hAnsi="Times New Roman" w:cs="Times New Roman"/>
          <w:b w:val="0"/>
          <w:bCs w:val="0"/>
        </w:rPr>
        <w:t>,</w:t>
      </w:r>
    </w:p>
    <w:p w:rsidR="00061D1A" w:rsidRPr="007D7E14" w:rsidRDefault="00061D1A" w:rsidP="007D7E14">
      <w:pPr>
        <w:ind w:right="279"/>
        <w:jc w:val="center"/>
        <w:rPr>
          <w:sz w:val="28"/>
          <w:szCs w:val="28"/>
        </w:rPr>
      </w:pPr>
      <w:r w:rsidRPr="007D7E14">
        <w:rPr>
          <w:sz w:val="28"/>
          <w:szCs w:val="28"/>
        </w:rPr>
        <w:t>спеціальність «Історія та археологія»</w:t>
      </w:r>
    </w:p>
    <w:p w:rsidR="00061D1A" w:rsidRPr="0070250D" w:rsidRDefault="00061D1A" w:rsidP="007D7E14">
      <w:pPr>
        <w:ind w:right="279"/>
        <w:rPr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tbl>
      <w:tblPr>
        <w:tblW w:w="98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061D1A" w:rsidRPr="00E07F0C">
        <w:tc>
          <w:tcPr>
            <w:tcW w:w="828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Характеристики та критерії оцінки рукопису наукової роботи</w:t>
            </w:r>
          </w:p>
        </w:tc>
        <w:tc>
          <w:tcPr>
            <w:tcW w:w="1980" w:type="dxa"/>
          </w:tcPr>
          <w:p w:rsidR="00061D1A" w:rsidRPr="004B0AA7" w:rsidRDefault="00061D1A" w:rsidP="007E1B4F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061D1A" w:rsidRPr="004B0AA7" w:rsidRDefault="00061D1A" w:rsidP="007E1B4F">
            <w:pPr>
              <w:pStyle w:val="BodyText"/>
              <w:ind w:right="-8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Бали</w:t>
            </w:r>
          </w:p>
        </w:tc>
      </w:tr>
      <w:tr w:rsidR="00061D1A" w:rsidRPr="00E07F0C">
        <w:tc>
          <w:tcPr>
            <w:tcW w:w="828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061D1A" w:rsidRPr="004B0AA7" w:rsidRDefault="00061D1A" w:rsidP="007E1B4F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Актуальність проблеми</w:t>
            </w:r>
          </w:p>
        </w:tc>
        <w:tc>
          <w:tcPr>
            <w:tcW w:w="1980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10 </w:t>
            </w:r>
          </w:p>
        </w:tc>
        <w:tc>
          <w:tcPr>
            <w:tcW w:w="927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061D1A" w:rsidRPr="00E07F0C">
        <w:tc>
          <w:tcPr>
            <w:tcW w:w="828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061D1A" w:rsidRPr="004B0AA7" w:rsidRDefault="00061D1A" w:rsidP="007E1B4F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</w:p>
        </w:tc>
      </w:tr>
      <w:tr w:rsidR="00061D1A" w:rsidRPr="00E07F0C">
        <w:tc>
          <w:tcPr>
            <w:tcW w:w="828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061D1A" w:rsidRPr="004B0AA7" w:rsidRDefault="00061D1A" w:rsidP="007E1B4F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061D1A" w:rsidRPr="00D711CD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5</w:t>
            </w:r>
          </w:p>
        </w:tc>
      </w:tr>
      <w:tr w:rsidR="00061D1A" w:rsidRPr="00E07F0C">
        <w:tc>
          <w:tcPr>
            <w:tcW w:w="828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061D1A" w:rsidRPr="004B0AA7" w:rsidRDefault="00061D1A" w:rsidP="007E1B4F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</w:tr>
      <w:tr w:rsidR="00061D1A" w:rsidRPr="00E07F0C">
        <w:tc>
          <w:tcPr>
            <w:tcW w:w="828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061D1A" w:rsidRPr="004B0AA7" w:rsidRDefault="00061D1A" w:rsidP="007E1B4F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061D1A" w:rsidRPr="00D711CD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_</w:t>
            </w:r>
          </w:p>
        </w:tc>
      </w:tr>
      <w:tr w:rsidR="00061D1A" w:rsidRPr="00E07F0C">
        <w:tc>
          <w:tcPr>
            <w:tcW w:w="828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061D1A" w:rsidRPr="004B0AA7" w:rsidRDefault="00061D1A" w:rsidP="007E1B4F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</w:tr>
      <w:tr w:rsidR="00061D1A" w:rsidRPr="00E07F0C">
        <w:tc>
          <w:tcPr>
            <w:tcW w:w="828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061D1A" w:rsidRPr="004B0AA7" w:rsidRDefault="00061D1A" w:rsidP="007E1B4F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</w:p>
        </w:tc>
      </w:tr>
      <w:tr w:rsidR="00061D1A" w:rsidRPr="00E07F0C">
        <w:tc>
          <w:tcPr>
            <w:tcW w:w="828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061D1A" w:rsidRPr="004B0AA7" w:rsidRDefault="00061D1A" w:rsidP="007E1B4F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Якість оформлення</w:t>
            </w:r>
          </w:p>
        </w:tc>
        <w:tc>
          <w:tcPr>
            <w:tcW w:w="1980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061D1A" w:rsidRPr="00E07F0C">
        <w:tc>
          <w:tcPr>
            <w:tcW w:w="828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061D1A" w:rsidRPr="004B0AA7" w:rsidRDefault="00061D1A" w:rsidP="007E1B4F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Наукові публікації</w:t>
            </w:r>
          </w:p>
        </w:tc>
        <w:tc>
          <w:tcPr>
            <w:tcW w:w="1980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softHyphen/>
              <w:t>–</w:t>
            </w:r>
          </w:p>
        </w:tc>
      </w:tr>
      <w:tr w:rsidR="00061D1A" w:rsidRPr="00E07F0C">
        <w:tc>
          <w:tcPr>
            <w:tcW w:w="828" w:type="dxa"/>
          </w:tcPr>
          <w:p w:rsidR="00061D1A" w:rsidRPr="00D711CD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120" w:type="dxa"/>
          </w:tcPr>
          <w:p w:rsidR="00061D1A" w:rsidRPr="00D711CD" w:rsidRDefault="00061D1A" w:rsidP="007E1B4F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</w:tr>
      <w:tr w:rsidR="00061D1A" w:rsidRPr="00E07F0C">
        <w:tc>
          <w:tcPr>
            <w:tcW w:w="828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061D1A" w:rsidRPr="004B0AA7" w:rsidRDefault="00061D1A" w:rsidP="007E1B4F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Недоліки роботи (пояснення зниження максимальних балів у 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унктах </w:t>
            </w: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1-9):</w:t>
            </w:r>
          </w:p>
        </w:tc>
        <w:tc>
          <w:tcPr>
            <w:tcW w:w="1980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61D1A" w:rsidRPr="00E07F0C">
        <w:tc>
          <w:tcPr>
            <w:tcW w:w="828" w:type="dxa"/>
          </w:tcPr>
          <w:p w:rsidR="00061D1A" w:rsidRPr="004B0AA7" w:rsidRDefault="00061D1A" w:rsidP="007E1B4F">
            <w:pPr>
              <w:pStyle w:val="BodyText"/>
              <w:ind w:right="-108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11.1</w:t>
            </w:r>
          </w:p>
        </w:tc>
        <w:tc>
          <w:tcPr>
            <w:tcW w:w="6120" w:type="dxa"/>
          </w:tcPr>
          <w:p w:rsidR="00061D1A" w:rsidRPr="004B0AA7" w:rsidRDefault="00061D1A" w:rsidP="007D7E14">
            <w:pPr>
              <w:rPr>
                <w:b/>
                <w:bCs/>
              </w:rPr>
            </w:pPr>
            <w:r>
              <w:t>Актуальність дана не в науковому, а в публіцистичному плані. Багато загальних фраз. Не підводить до заявленої теми роботи.</w:t>
            </w:r>
          </w:p>
        </w:tc>
        <w:tc>
          <w:tcPr>
            <w:tcW w:w="1980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61D1A" w:rsidRPr="00E07F0C">
        <w:tc>
          <w:tcPr>
            <w:tcW w:w="828" w:type="dxa"/>
          </w:tcPr>
          <w:p w:rsidR="00061D1A" w:rsidRPr="004B0AA7" w:rsidRDefault="00061D1A" w:rsidP="007E1B4F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11.2</w:t>
            </w:r>
          </w:p>
        </w:tc>
        <w:tc>
          <w:tcPr>
            <w:tcW w:w="6120" w:type="dxa"/>
          </w:tcPr>
          <w:p w:rsidR="00061D1A" w:rsidRPr="004B0AA7" w:rsidRDefault="00061D1A" w:rsidP="007E1B4F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Новизна проблеми лише у підрозділі 3.2</w:t>
            </w:r>
          </w:p>
        </w:tc>
        <w:tc>
          <w:tcPr>
            <w:tcW w:w="1980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61D1A" w:rsidRPr="00E07F0C">
        <w:tc>
          <w:tcPr>
            <w:tcW w:w="828" w:type="dxa"/>
          </w:tcPr>
          <w:p w:rsidR="00061D1A" w:rsidRPr="004B0AA7" w:rsidRDefault="00061D1A" w:rsidP="007E1B4F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11.3</w:t>
            </w:r>
          </w:p>
        </w:tc>
        <w:tc>
          <w:tcPr>
            <w:tcW w:w="6120" w:type="dxa"/>
          </w:tcPr>
          <w:p w:rsidR="00061D1A" w:rsidRPr="004B0AA7" w:rsidRDefault="00061D1A" w:rsidP="007D7E14">
            <w:pPr>
              <w:rPr>
                <w:b/>
                <w:bCs/>
              </w:rPr>
            </w:pPr>
            <w:r w:rsidRPr="00136D23">
              <w:t>Методи дослідження подано вкрай вузько. Загально- історичні  - взагалі не названі</w:t>
            </w:r>
            <w:r>
              <w:t>. Не показано які проблеми вирішено за допомогою яких з них.</w:t>
            </w:r>
          </w:p>
        </w:tc>
        <w:tc>
          <w:tcPr>
            <w:tcW w:w="1980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61D1A" w:rsidRPr="00E07F0C">
        <w:tc>
          <w:tcPr>
            <w:tcW w:w="828" w:type="dxa"/>
          </w:tcPr>
          <w:p w:rsidR="00061D1A" w:rsidRDefault="00061D1A" w:rsidP="007E1B4F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11.4</w:t>
            </w:r>
          </w:p>
        </w:tc>
        <w:tc>
          <w:tcPr>
            <w:tcW w:w="6120" w:type="dxa"/>
          </w:tcPr>
          <w:p w:rsidR="00061D1A" w:rsidRPr="004B0AA7" w:rsidRDefault="00061D1A" w:rsidP="007E1B4F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61D1A" w:rsidRPr="00E07F0C">
        <w:tc>
          <w:tcPr>
            <w:tcW w:w="828" w:type="dxa"/>
          </w:tcPr>
          <w:p w:rsidR="00061D1A" w:rsidRDefault="00061D1A" w:rsidP="007E1B4F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11.5</w:t>
            </w:r>
          </w:p>
        </w:tc>
        <w:tc>
          <w:tcPr>
            <w:tcW w:w="6120" w:type="dxa"/>
          </w:tcPr>
          <w:p w:rsidR="00061D1A" w:rsidRPr="004B0AA7" w:rsidRDefault="00061D1A" w:rsidP="007E1B4F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61D1A" w:rsidRPr="00E07F0C">
        <w:tc>
          <w:tcPr>
            <w:tcW w:w="828" w:type="dxa"/>
          </w:tcPr>
          <w:p w:rsidR="00061D1A" w:rsidRDefault="00061D1A" w:rsidP="007E1B4F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11.6</w:t>
            </w:r>
          </w:p>
        </w:tc>
        <w:tc>
          <w:tcPr>
            <w:tcW w:w="6120" w:type="dxa"/>
          </w:tcPr>
          <w:p w:rsidR="00061D1A" w:rsidRPr="004B0AA7" w:rsidRDefault="00061D1A" w:rsidP="007E1B4F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Відсутній аналіз літератури по проблемі.Коло літератури по проблемі Голодомору вкрай обмежене. Сам список джерел та літератури мало відповідає заявленій проблематиці роботи. </w:t>
            </w:r>
          </w:p>
        </w:tc>
        <w:tc>
          <w:tcPr>
            <w:tcW w:w="1980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61D1A" w:rsidRPr="00E07F0C">
        <w:tc>
          <w:tcPr>
            <w:tcW w:w="828" w:type="dxa"/>
          </w:tcPr>
          <w:p w:rsidR="00061D1A" w:rsidRDefault="00061D1A" w:rsidP="007E1B4F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11.8</w:t>
            </w:r>
          </w:p>
        </w:tc>
        <w:tc>
          <w:tcPr>
            <w:tcW w:w="6120" w:type="dxa"/>
          </w:tcPr>
          <w:p w:rsidR="00061D1A" w:rsidRPr="004B0AA7" w:rsidRDefault="00061D1A" w:rsidP="007E1B4F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Робота містить граматичні помилки та стилістичні неточності.</w:t>
            </w:r>
          </w:p>
        </w:tc>
        <w:tc>
          <w:tcPr>
            <w:tcW w:w="1980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61D1A" w:rsidRPr="00E07F0C">
        <w:tc>
          <w:tcPr>
            <w:tcW w:w="828" w:type="dxa"/>
          </w:tcPr>
          <w:p w:rsidR="00061D1A" w:rsidRDefault="00061D1A" w:rsidP="007E1B4F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11.9</w:t>
            </w:r>
          </w:p>
        </w:tc>
        <w:tc>
          <w:tcPr>
            <w:tcW w:w="6120" w:type="dxa"/>
          </w:tcPr>
          <w:p w:rsidR="00061D1A" w:rsidRPr="004B0AA7" w:rsidRDefault="00061D1A" w:rsidP="007E1B4F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 змістом роботи оцінити цей пункт не можливо.</w:t>
            </w:r>
          </w:p>
        </w:tc>
        <w:tc>
          <w:tcPr>
            <w:tcW w:w="1980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61D1A" w:rsidRPr="00E07F0C">
        <w:tc>
          <w:tcPr>
            <w:tcW w:w="828" w:type="dxa"/>
          </w:tcPr>
          <w:p w:rsidR="00061D1A" w:rsidRPr="004B0AA7" w:rsidRDefault="00061D1A" w:rsidP="007E1B4F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11.10</w:t>
            </w:r>
          </w:p>
        </w:tc>
        <w:tc>
          <w:tcPr>
            <w:tcW w:w="6120" w:type="dxa"/>
          </w:tcPr>
          <w:p w:rsidR="00061D1A" w:rsidRDefault="00061D1A" w:rsidP="004E5C6C">
            <w:r>
              <w:t>Предмет дослідження подано неналежно. Він містить два предмета: а</w:t>
            </w:r>
            <w:r w:rsidRPr="004E5C6C">
              <w:t>) причини політики радянської влади, її механізми та наслідки;б) збереження в пам’яті молоді</w:t>
            </w:r>
          </w:p>
          <w:p w:rsidR="00061D1A" w:rsidRPr="004B0AA7" w:rsidRDefault="00061D1A" w:rsidP="007D7E14">
            <w:pPr>
              <w:rPr>
                <w:b/>
                <w:bCs/>
              </w:rPr>
            </w:pPr>
            <w:r w:rsidRPr="004E5C6C">
              <w:t>Мета дослідження  недостатньо сформульована</w:t>
            </w:r>
            <w:r>
              <w:t xml:space="preserve"> неточно, </w:t>
            </w:r>
            <w:r w:rsidRPr="004E5C6C">
              <w:t xml:space="preserve"> повторює предмет дослідження</w:t>
            </w:r>
            <w:r>
              <w:t>.</w:t>
            </w:r>
            <w:r w:rsidRPr="007D7E14">
              <w:t>Коло джерел по проблемі вкрай обмежене. Новітні збірки спогадів взагалі відсутні. Аналіз джерельної бази взагалі відсутній. Інтерес становить лише підрозділ 3.2</w:t>
            </w:r>
          </w:p>
        </w:tc>
        <w:tc>
          <w:tcPr>
            <w:tcW w:w="1980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61D1A" w:rsidRPr="00E07F0C">
        <w:tc>
          <w:tcPr>
            <w:tcW w:w="8928" w:type="dxa"/>
            <w:gridSpan w:val="3"/>
          </w:tcPr>
          <w:p w:rsidR="00061D1A" w:rsidRPr="004B0AA7" w:rsidRDefault="00061D1A" w:rsidP="007E1B4F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061D1A" w:rsidRPr="004B0AA7" w:rsidRDefault="00061D1A" w:rsidP="007E1B4F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50</w:t>
            </w:r>
          </w:p>
        </w:tc>
      </w:tr>
    </w:tbl>
    <w:p w:rsidR="00061D1A" w:rsidRPr="00825574" w:rsidRDefault="00061D1A" w:rsidP="00825574">
      <w:pPr>
        <w:pStyle w:val="BodyText"/>
        <w:ind w:right="279"/>
        <w:jc w:val="left"/>
        <w:rPr>
          <w:rFonts w:ascii="Times New Roman" w:hAnsi="Times New Roman" w:cs="Times New Roman"/>
          <w:b w:val="0"/>
          <w:bCs w:val="0"/>
          <w:lang w:val="ru-RU"/>
        </w:rPr>
      </w:pPr>
    </w:p>
    <w:sectPr w:rsidR="00061D1A" w:rsidRPr="00825574" w:rsidSect="00825574">
      <w:pgSz w:w="11906" w:h="16838"/>
      <w:pgMar w:top="1134" w:right="20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D1A" w:rsidRDefault="00061D1A">
      <w:r>
        <w:separator/>
      </w:r>
    </w:p>
  </w:endnote>
  <w:endnote w:type="continuationSeparator" w:id="1">
    <w:p w:rsidR="00061D1A" w:rsidRDefault="00061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D1A" w:rsidRDefault="00061D1A">
      <w:r>
        <w:separator/>
      </w:r>
    </w:p>
  </w:footnote>
  <w:footnote w:type="continuationSeparator" w:id="1">
    <w:p w:rsidR="00061D1A" w:rsidRDefault="00061D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13D12"/>
    <w:multiLevelType w:val="hybridMultilevel"/>
    <w:tmpl w:val="324E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566E"/>
    <w:rsid w:val="000415A5"/>
    <w:rsid w:val="00061D1A"/>
    <w:rsid w:val="0007471C"/>
    <w:rsid w:val="000A1524"/>
    <w:rsid w:val="000D068D"/>
    <w:rsid w:val="000E5B16"/>
    <w:rsid w:val="00136D23"/>
    <w:rsid w:val="001B1CC7"/>
    <w:rsid w:val="002C4858"/>
    <w:rsid w:val="002C566E"/>
    <w:rsid w:val="00335DF5"/>
    <w:rsid w:val="003B084C"/>
    <w:rsid w:val="004B0AA7"/>
    <w:rsid w:val="004D2FAB"/>
    <w:rsid w:val="004D441F"/>
    <w:rsid w:val="004E5C6C"/>
    <w:rsid w:val="00541651"/>
    <w:rsid w:val="0070250D"/>
    <w:rsid w:val="00731739"/>
    <w:rsid w:val="00754498"/>
    <w:rsid w:val="007773CC"/>
    <w:rsid w:val="007C4C40"/>
    <w:rsid w:val="007D7E14"/>
    <w:rsid w:val="007E1B4F"/>
    <w:rsid w:val="008253D7"/>
    <w:rsid w:val="00825574"/>
    <w:rsid w:val="00831EF4"/>
    <w:rsid w:val="00866CAF"/>
    <w:rsid w:val="008E1366"/>
    <w:rsid w:val="009A5D30"/>
    <w:rsid w:val="00A277FC"/>
    <w:rsid w:val="00B4544B"/>
    <w:rsid w:val="00B85AC9"/>
    <w:rsid w:val="00BD0EF7"/>
    <w:rsid w:val="00D06A92"/>
    <w:rsid w:val="00D711CD"/>
    <w:rsid w:val="00E07F0C"/>
    <w:rsid w:val="00E360AD"/>
    <w:rsid w:val="00E52CBC"/>
    <w:rsid w:val="00E8767D"/>
    <w:rsid w:val="00F05B5F"/>
    <w:rsid w:val="00FA54E9"/>
    <w:rsid w:val="00FA7B17"/>
    <w:rsid w:val="00FB6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566E"/>
    <w:rPr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C566E"/>
    <w:pPr>
      <w:jc w:val="center"/>
    </w:pPr>
    <w:rPr>
      <w:rFonts w:ascii="Calibri" w:hAnsi="Calibri" w:cs="Calibri"/>
      <w:b/>
      <w:bCs/>
      <w:sz w:val="28"/>
      <w:szCs w:val="28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C566E"/>
    <w:rPr>
      <w:rFonts w:ascii="Calibri" w:hAnsi="Calibri" w:cs="Calibri"/>
      <w:b/>
      <w:bCs/>
      <w:sz w:val="28"/>
      <w:szCs w:val="28"/>
      <w:lang w:val="uk-UA" w:eastAsia="uk-UA"/>
    </w:rPr>
  </w:style>
  <w:style w:type="paragraph" w:styleId="Header">
    <w:name w:val="header"/>
    <w:basedOn w:val="Normal"/>
    <w:link w:val="HeaderChar"/>
    <w:uiPriority w:val="99"/>
    <w:rsid w:val="002C566E"/>
    <w:pPr>
      <w:tabs>
        <w:tab w:val="center" w:pos="4153"/>
        <w:tab w:val="right" w:pos="8306"/>
      </w:tabs>
      <w:ind w:firstLine="567"/>
      <w:jc w:val="both"/>
    </w:pPr>
    <w:rPr>
      <w:rFonts w:ascii="Calibri" w:hAnsi="Calibri" w:cs="Calibri"/>
      <w:sz w:val="28"/>
      <w:szCs w:val="28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C566E"/>
    <w:rPr>
      <w:rFonts w:ascii="Calibri" w:hAnsi="Calibri" w:cs="Calibri"/>
      <w:sz w:val="28"/>
      <w:szCs w:val="28"/>
      <w:lang w:val="uk-UA" w:eastAsia="uk-UA"/>
    </w:rPr>
  </w:style>
  <w:style w:type="paragraph" w:styleId="FootnoteText">
    <w:name w:val="footnote text"/>
    <w:basedOn w:val="Normal"/>
    <w:link w:val="FootnoteTextChar"/>
    <w:uiPriority w:val="99"/>
    <w:semiHidden/>
    <w:rsid w:val="002C566E"/>
    <w:rPr>
      <w:rFonts w:ascii="Calibri" w:hAnsi="Calibri" w:cs="Calibri"/>
      <w:sz w:val="22"/>
      <w:szCs w:val="22"/>
      <w:lang w:eastAsia="uk-U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C566E"/>
    <w:rPr>
      <w:rFonts w:ascii="Calibri" w:hAnsi="Calibri" w:cs="Calibri"/>
      <w:sz w:val="22"/>
      <w:szCs w:val="22"/>
      <w:lang w:val="uk-UA" w:eastAsia="uk-UA"/>
    </w:rPr>
  </w:style>
  <w:style w:type="character" w:styleId="FootnoteReference">
    <w:name w:val="footnote reference"/>
    <w:basedOn w:val="DefaultParagraphFont"/>
    <w:uiPriority w:val="99"/>
    <w:semiHidden/>
    <w:rsid w:val="002C566E"/>
    <w:rPr>
      <w:vertAlign w:val="superscript"/>
    </w:rPr>
  </w:style>
  <w:style w:type="character" w:styleId="PageNumber">
    <w:name w:val="page number"/>
    <w:basedOn w:val="DefaultParagraphFont"/>
    <w:uiPriority w:val="99"/>
    <w:rsid w:val="002C566E"/>
  </w:style>
  <w:style w:type="paragraph" w:customStyle="1" w:styleId="Default">
    <w:name w:val="Default"/>
    <w:uiPriority w:val="99"/>
    <w:rsid w:val="00335DF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290</Words>
  <Characters>1655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РЕЦЕНЗІЯ  </dc:title>
  <dc:subject/>
  <dc:creator>User</dc:creator>
  <cp:keywords/>
  <dc:description/>
  <cp:lastModifiedBy>user</cp:lastModifiedBy>
  <cp:revision>4</cp:revision>
  <dcterms:created xsi:type="dcterms:W3CDTF">2018-03-24T07:49:00Z</dcterms:created>
  <dcterms:modified xsi:type="dcterms:W3CDTF">2018-03-26T15:51:00Z</dcterms:modified>
</cp:coreProperties>
</file>